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89" w:rsidRDefault="00EB0589" w:rsidP="00EB058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B0589" w:rsidRDefault="00EB0589">
      <w:pPr>
        <w:pStyle w:val="Nadpis1"/>
      </w:pPr>
    </w:p>
    <w:p w:rsidR="00EB0589" w:rsidRDefault="00EB0589">
      <w:pPr>
        <w:pStyle w:val="Nadpis1"/>
      </w:pPr>
    </w:p>
    <w:p w:rsidR="000C5F22" w:rsidRDefault="000C5F22">
      <w:pPr>
        <w:pStyle w:val="Nadpis1"/>
      </w:pPr>
      <w:r>
        <w:t>7</w:t>
      </w:r>
      <w:r w:rsidR="006A7C01">
        <w:t>9</w:t>
      </w:r>
      <w:r>
        <w:t>/</w:t>
      </w:r>
      <w:r w:rsidR="006A7C01">
        <w:t>4</w:t>
      </w:r>
      <w:r>
        <w:t xml:space="preserve"> – Odbor informatiky a </w:t>
      </w:r>
      <w:r w:rsidR="00D15562">
        <w:t>provozu</w:t>
      </w:r>
    </w:p>
    <w:p w:rsidR="00AB55D5" w:rsidRDefault="00AB55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F22" w:rsidRDefault="000C5F2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F22" w:rsidRDefault="000C5F2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55D5" w:rsidRDefault="000B31A0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B55D5" w:rsidRDefault="000B31A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0C5F22">
        <w:t>informatiky a provozu</w:t>
      </w: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0B31A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B55D5" w:rsidRDefault="00B61C48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informatiky a provozu</w:t>
      </w: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B55D5" w:rsidRDefault="000B31A0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A7C01">
        <w:t>28</w:t>
      </w:r>
      <w:r>
        <w:t xml:space="preserve">. </w:t>
      </w:r>
      <w:r w:rsidR="006A7C01">
        <w:t>června</w:t>
      </w:r>
      <w:r>
        <w:t xml:space="preserve"> 201</w:t>
      </w:r>
      <w:r w:rsidR="00B61C48">
        <w:t>7</w:t>
      </w: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AE30DA" w:rsidRDefault="00AE30DA" w:rsidP="00AE30DA">
      <w:pPr>
        <w:jc w:val="both"/>
        <w:rPr>
          <w:b/>
          <w:bCs/>
        </w:rPr>
      </w:pPr>
      <w:r>
        <w:rPr>
          <w:b/>
          <w:bCs/>
        </w:rPr>
        <w:t>Vypracoval:</w:t>
      </w:r>
    </w:p>
    <w:p w:rsidR="00AE30DA" w:rsidRDefault="00AE30DA" w:rsidP="00AE30DA">
      <w:pPr>
        <w:jc w:val="both"/>
      </w:pPr>
    </w:p>
    <w:p w:rsidR="00AE30DA" w:rsidRDefault="00AE30DA" w:rsidP="00AE30DA">
      <w:pPr>
        <w:jc w:val="both"/>
      </w:pPr>
      <w:r>
        <w:t>Ing. Rudolf Ulč</w:t>
      </w:r>
      <w:r w:rsidR="006A7C01">
        <w:t xml:space="preserve">, </w:t>
      </w:r>
      <w:proofErr w:type="spellStart"/>
      <w:proofErr w:type="gramStart"/>
      <w:r w:rsidR="006A7C01">
        <w:t>p</w:t>
      </w:r>
      <w:r w:rsidR="001E5CAF">
        <w:t>.</w:t>
      </w:r>
      <w:r w:rsidR="006A7C01">
        <w:t>Milada</w:t>
      </w:r>
      <w:proofErr w:type="spellEnd"/>
      <w:proofErr w:type="gramEnd"/>
      <w:r w:rsidR="006A7C01">
        <w:t xml:space="preserve"> Švihálková</w:t>
      </w:r>
    </w:p>
    <w:p w:rsidR="00AE30DA" w:rsidRDefault="00AE30DA" w:rsidP="00AE30DA">
      <w:pPr>
        <w:jc w:val="both"/>
      </w:pPr>
      <w:r>
        <w:t>vedoucí odboru informatiky a provozu</w:t>
      </w: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B61C48" w:rsidRDefault="000B31A0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B61C48">
        <w:t>Rudolf Ulč</w:t>
      </w:r>
    </w:p>
    <w:p w:rsidR="00AB55D5" w:rsidRDefault="00B61C48">
      <w:pPr>
        <w:widowControl w:val="0"/>
        <w:autoSpaceDE w:val="0"/>
        <w:autoSpaceDN w:val="0"/>
        <w:adjustRightInd w:val="0"/>
        <w:jc w:val="both"/>
      </w:pPr>
      <w:r>
        <w:t xml:space="preserve">                    </w:t>
      </w:r>
      <w:r w:rsidR="000B31A0">
        <w:t xml:space="preserve">   vedoucí </w:t>
      </w:r>
      <w:r>
        <w:t>odboru informatiky a provozu</w:t>
      </w:r>
    </w:p>
    <w:p w:rsidR="001E5CAF" w:rsidRDefault="001E5CAF" w:rsidP="001E5CAF"/>
    <w:p w:rsidR="001E5CAF" w:rsidRDefault="001E5CAF" w:rsidP="001E5CAF"/>
    <w:p w:rsidR="001E5CAF" w:rsidRDefault="001E5CAF" w:rsidP="001E5CAF"/>
    <w:p w:rsidR="001E5CAF" w:rsidRDefault="001E5CAF" w:rsidP="001E5CAF"/>
    <w:p w:rsidR="00EB0589" w:rsidRDefault="00EB0589" w:rsidP="001E5CAF"/>
    <w:p w:rsidR="00EB0589" w:rsidRDefault="00EB0589" w:rsidP="001E5CAF">
      <w:bookmarkStart w:id="0" w:name="_GoBack"/>
      <w:bookmarkEnd w:id="0"/>
    </w:p>
    <w:p w:rsidR="004217EA" w:rsidRDefault="004217EA" w:rsidP="006A7C01">
      <w:pPr>
        <w:pStyle w:val="Nadpis2"/>
        <w:numPr>
          <w:ilvl w:val="0"/>
          <w:numId w:val="9"/>
        </w:numPr>
      </w:pPr>
      <w:r>
        <w:t>Seznam objednávek</w:t>
      </w:r>
    </w:p>
    <w:p w:rsidR="004217EA" w:rsidRPr="004217EA" w:rsidRDefault="004217EA" w:rsidP="004217EA"/>
    <w:p w:rsidR="004217EA" w:rsidRPr="004217EA" w:rsidRDefault="004217EA" w:rsidP="004217EA">
      <w:pPr>
        <w:rPr>
          <w:b/>
        </w:rPr>
      </w:pPr>
      <w:r w:rsidRPr="004217EA">
        <w:rPr>
          <w:b/>
        </w:rPr>
        <w:t>Návrh usnesení:</w:t>
      </w:r>
    </w:p>
    <w:p w:rsidR="004217EA" w:rsidRDefault="004217EA" w:rsidP="004217EA">
      <w:pPr>
        <w:widowControl w:val="0"/>
        <w:autoSpaceDE w:val="0"/>
        <w:jc w:val="both"/>
      </w:pPr>
      <w:r>
        <w:t xml:space="preserve">RM po projednání </w:t>
      </w:r>
    </w:p>
    <w:p w:rsidR="004217EA" w:rsidRDefault="004217EA" w:rsidP="004217EA">
      <w:pPr>
        <w:widowControl w:val="0"/>
        <w:autoSpaceDE w:val="0"/>
        <w:jc w:val="both"/>
      </w:pPr>
    </w:p>
    <w:p w:rsidR="004217EA" w:rsidRPr="00FE5BE7" w:rsidRDefault="004217EA" w:rsidP="004217EA">
      <w:pPr>
        <w:pStyle w:val="Nadpis3"/>
        <w:numPr>
          <w:ilvl w:val="0"/>
          <w:numId w:val="7"/>
        </w:numPr>
      </w:pPr>
      <w:r>
        <w:t>Bere na vědomí</w:t>
      </w:r>
      <w:r w:rsidRPr="00FE5BE7">
        <w:t xml:space="preserve"> </w:t>
      </w:r>
    </w:p>
    <w:p w:rsidR="004217EA" w:rsidRPr="006A7C01" w:rsidRDefault="004217EA" w:rsidP="006A7C01">
      <w:pPr>
        <w:jc w:val="both"/>
      </w:pPr>
      <w:r>
        <w:t>Seznam objednávek odbor</w:t>
      </w:r>
      <w:r w:rsidR="006A7C01">
        <w:t>u informatiky a provozu za květen</w:t>
      </w:r>
      <w:r>
        <w:t xml:space="preserve"> 2017.</w:t>
      </w:r>
    </w:p>
    <w:sectPr w:rsidR="004217EA" w:rsidRPr="006A7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CAD"/>
    <w:multiLevelType w:val="hybridMultilevel"/>
    <w:tmpl w:val="4D6C7A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87C85"/>
    <w:multiLevelType w:val="hybridMultilevel"/>
    <w:tmpl w:val="06BCD2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02BCE"/>
    <w:multiLevelType w:val="hybridMultilevel"/>
    <w:tmpl w:val="A1829CEA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1FB212F"/>
    <w:multiLevelType w:val="hybridMultilevel"/>
    <w:tmpl w:val="580AFD8A"/>
    <w:lvl w:ilvl="0" w:tplc="E59C0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75EC2"/>
    <w:multiLevelType w:val="hybridMultilevel"/>
    <w:tmpl w:val="EE3CF7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D0EBE"/>
    <w:multiLevelType w:val="hybridMultilevel"/>
    <w:tmpl w:val="30800E46"/>
    <w:lvl w:ilvl="0" w:tplc="A20E9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6290D"/>
    <w:multiLevelType w:val="hybridMultilevel"/>
    <w:tmpl w:val="34D65BC6"/>
    <w:lvl w:ilvl="0" w:tplc="0D2E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A0"/>
    <w:rsid w:val="000B31A0"/>
    <w:rsid w:val="000C5F22"/>
    <w:rsid w:val="001E5CAF"/>
    <w:rsid w:val="004217EA"/>
    <w:rsid w:val="005407D1"/>
    <w:rsid w:val="0055458C"/>
    <w:rsid w:val="005E75CE"/>
    <w:rsid w:val="006A7C01"/>
    <w:rsid w:val="00AB55D5"/>
    <w:rsid w:val="00AE30DA"/>
    <w:rsid w:val="00B56F25"/>
    <w:rsid w:val="00B61C48"/>
    <w:rsid w:val="00C50A93"/>
    <w:rsid w:val="00D15562"/>
    <w:rsid w:val="00DD481F"/>
    <w:rsid w:val="00EB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E9E1B"/>
  <w15:chartTrackingRefBased/>
  <w15:docId w15:val="{AFB6E80E-15C7-491B-8668-5F22385B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1C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1C4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kladntext">
    <w:name w:val="Body Text"/>
    <w:basedOn w:val="Normln"/>
    <w:link w:val="ZkladntextChar"/>
    <w:semiHidden/>
    <w:rsid w:val="00B61C48"/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B61C48"/>
    <w:rPr>
      <w:b/>
      <w:bCs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B61C48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B61C48"/>
    <w:rPr>
      <w:sz w:val="24"/>
      <w:szCs w:val="24"/>
    </w:rPr>
  </w:style>
  <w:style w:type="paragraph" w:styleId="Bezmezer">
    <w:name w:val="No Spacing"/>
    <w:qFormat/>
    <w:rsid w:val="006A7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6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polecny\Sablony\MR-2body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MR-2body.dot</Template>
  <TotalTime>63</TotalTime>
  <Pages>2</Pages>
  <Words>93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Miroslava Havrdová</cp:lastModifiedBy>
  <cp:revision>13</cp:revision>
  <cp:lastPrinted>1899-12-31T23:00:00Z</cp:lastPrinted>
  <dcterms:created xsi:type="dcterms:W3CDTF">2017-05-15T10:12:00Z</dcterms:created>
  <dcterms:modified xsi:type="dcterms:W3CDTF">2017-06-22T08:14:00Z</dcterms:modified>
</cp:coreProperties>
</file>